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0F" w:rsidRPr="003873D3" w:rsidRDefault="008E1A0F" w:rsidP="00700B69">
      <w:pPr>
        <w:ind w:left="708"/>
        <w:jc w:val="center"/>
        <w:rPr>
          <w:b/>
          <w:sz w:val="24"/>
          <w:szCs w:val="24"/>
          <w:u w:val="single"/>
        </w:rPr>
      </w:pPr>
      <w:r w:rsidRPr="003873D3">
        <w:rPr>
          <w:b/>
          <w:sz w:val="24"/>
          <w:szCs w:val="24"/>
          <w:u w:val="single"/>
        </w:rPr>
        <w:t>Време за работа – 2 астрономически часа</w:t>
      </w:r>
    </w:p>
    <w:p w:rsidR="008E1A0F" w:rsidRPr="00BE2C0E" w:rsidRDefault="008E1A0F" w:rsidP="00BE2C0E">
      <w:pPr>
        <w:ind w:left="708"/>
        <w:rPr>
          <w:sz w:val="24"/>
          <w:szCs w:val="24"/>
          <w:lang w:val="en-US"/>
        </w:rPr>
      </w:pPr>
      <w:r w:rsidRPr="003873D3">
        <w:rPr>
          <w:b/>
          <w:sz w:val="24"/>
          <w:szCs w:val="24"/>
        </w:rPr>
        <w:t>Зад.1.</w:t>
      </w:r>
      <w:r w:rsidRPr="003873D3">
        <w:rPr>
          <w:b/>
          <w:sz w:val="24"/>
          <w:szCs w:val="24"/>
        </w:rPr>
        <w:br/>
      </w:r>
      <w:r w:rsidRPr="003873D3">
        <w:rPr>
          <w:sz w:val="24"/>
          <w:szCs w:val="24"/>
        </w:rPr>
        <w:t xml:space="preserve">Да се запълни със стойности, прочетени от клавиатура, матрица с големина </w:t>
      </w:r>
      <w:r w:rsidRPr="003873D3">
        <w:rPr>
          <w:sz w:val="24"/>
          <w:szCs w:val="24"/>
          <w:lang w:val="en-US"/>
        </w:rPr>
        <w:t>NxN</w:t>
      </w:r>
      <w:r w:rsidRPr="003873D3">
        <w:rPr>
          <w:sz w:val="24"/>
          <w:szCs w:val="24"/>
        </w:rPr>
        <w:t xml:space="preserve"> от тип </w:t>
      </w:r>
      <w:r w:rsidRPr="003873D3">
        <w:rPr>
          <w:sz w:val="24"/>
          <w:szCs w:val="24"/>
          <w:lang w:val="en-US"/>
        </w:rPr>
        <w:t>float</w:t>
      </w:r>
      <w:r w:rsidRPr="003873D3">
        <w:rPr>
          <w:sz w:val="24"/>
          <w:szCs w:val="24"/>
        </w:rPr>
        <w:t xml:space="preserve">, където </w:t>
      </w:r>
      <w:r w:rsidRPr="003873D3">
        <w:rPr>
          <w:sz w:val="24"/>
          <w:szCs w:val="24"/>
          <w:lang w:val="ru-RU"/>
        </w:rPr>
        <w:t>2&lt;=</w:t>
      </w:r>
      <w:r w:rsidRPr="003873D3">
        <w:rPr>
          <w:sz w:val="24"/>
          <w:szCs w:val="24"/>
          <w:lang w:val="en-US"/>
        </w:rPr>
        <w:t>N</w:t>
      </w:r>
      <w:r w:rsidRPr="003873D3">
        <w:rPr>
          <w:sz w:val="24"/>
          <w:szCs w:val="24"/>
          <w:lang w:val="ru-RU"/>
        </w:rPr>
        <w:t>&lt;=20 (</w:t>
      </w:r>
      <w:r w:rsidRPr="003873D3">
        <w:rPr>
          <w:sz w:val="24"/>
          <w:szCs w:val="24"/>
          <w:lang w:val="en-US"/>
        </w:rPr>
        <w:t>N</w:t>
      </w:r>
      <w:r w:rsidRPr="003873D3">
        <w:rPr>
          <w:sz w:val="24"/>
          <w:szCs w:val="24"/>
          <w:lang w:val="ru-RU"/>
        </w:rPr>
        <w:t xml:space="preserve"> </w:t>
      </w:r>
      <w:r w:rsidRPr="003873D3">
        <w:rPr>
          <w:sz w:val="24"/>
          <w:szCs w:val="24"/>
        </w:rPr>
        <w:t>се чете от клавиатура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t>, след което да се изведе на екрана с подходящо съобщение</w:t>
      </w:r>
      <w:r w:rsidRPr="003873D3">
        <w:rPr>
          <w:sz w:val="24"/>
          <w:szCs w:val="24"/>
          <w:lang w:val="ru-RU"/>
        </w:rPr>
        <w:t>:</w:t>
      </w:r>
      <w:r w:rsidRPr="003873D3">
        <w:rPr>
          <w:sz w:val="24"/>
          <w:szCs w:val="24"/>
          <w:lang w:val="ru-RU"/>
        </w:rPr>
        <w:br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en-US"/>
        </w:rPr>
        <w:t>a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сумата на елементите над главния диагонал на матрицата</w:t>
      </w:r>
      <w:r w:rsidRPr="003873D3">
        <w:rPr>
          <w:sz w:val="24"/>
          <w:szCs w:val="24"/>
          <w:lang w:val="ru-RU"/>
        </w:rPr>
        <w:t>;</w:t>
      </w:r>
      <w:r w:rsidRPr="003873D3">
        <w:rPr>
          <w:sz w:val="24"/>
          <w:szCs w:val="24"/>
        </w:rPr>
        <w:t xml:space="preserve"> </w:t>
      </w:r>
      <w:r w:rsidRPr="003873D3">
        <w:rPr>
          <w:sz w:val="24"/>
          <w:szCs w:val="24"/>
          <w:lang w:val="ru-RU"/>
        </w:rPr>
        <w:t>(0.5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br/>
      </w:r>
      <w:r w:rsidRPr="003873D3">
        <w:rPr>
          <w:sz w:val="24"/>
          <w:szCs w:val="24"/>
        </w:rPr>
        <w:tab/>
        <w:t>б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произведението на елементите под вторичния главен диагонал на                                                                                               матрицата</w:t>
      </w:r>
      <w:r w:rsidRPr="003873D3">
        <w:rPr>
          <w:sz w:val="24"/>
          <w:szCs w:val="24"/>
          <w:lang w:val="ru-RU"/>
        </w:rPr>
        <w:t>;</w:t>
      </w:r>
      <w:r w:rsidRPr="003873D3">
        <w:rPr>
          <w:sz w:val="24"/>
          <w:szCs w:val="24"/>
        </w:rPr>
        <w:t xml:space="preserve"> </w:t>
      </w:r>
      <w:r w:rsidRPr="003873D3">
        <w:rPr>
          <w:sz w:val="24"/>
          <w:szCs w:val="24"/>
          <w:lang w:val="ru-RU"/>
        </w:rPr>
        <w:t>(0.5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</w:p>
    <w:p w:rsidR="008E1A0F" w:rsidRPr="00BE2C0E" w:rsidRDefault="008E1A0F" w:rsidP="00BE2C0E">
      <w:pPr>
        <w:ind w:left="708"/>
        <w:rPr>
          <w:sz w:val="24"/>
          <w:szCs w:val="24"/>
          <w:lang w:val="en-US"/>
        </w:rPr>
      </w:pPr>
      <w:r w:rsidRPr="003873D3">
        <w:rPr>
          <w:b/>
          <w:sz w:val="24"/>
          <w:szCs w:val="24"/>
        </w:rPr>
        <w:t>Зад.2.</w:t>
      </w:r>
      <w:r w:rsidRPr="003873D3">
        <w:rPr>
          <w:b/>
          <w:sz w:val="24"/>
          <w:szCs w:val="24"/>
          <w:lang w:val="ru-RU"/>
        </w:rPr>
        <w:br/>
      </w:r>
      <w:r w:rsidRPr="003873D3">
        <w:rPr>
          <w:sz w:val="24"/>
          <w:szCs w:val="24"/>
        </w:rPr>
        <w:t xml:space="preserve">Да се запълни със стойности, прочетени от клавиатура, редица от низове </w:t>
      </w:r>
      <w:r w:rsidRPr="003873D3">
        <w:rPr>
          <w:sz w:val="24"/>
          <w:szCs w:val="24"/>
          <w:lang w:val="ru-RU"/>
        </w:rPr>
        <w:t>(</w:t>
      </w:r>
      <w:r w:rsidRPr="003873D3">
        <w:rPr>
          <w:sz w:val="24"/>
          <w:szCs w:val="24"/>
        </w:rPr>
        <w:t>с максимална дължина 15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t xml:space="preserve"> с дължина </w:t>
      </w:r>
      <w:r w:rsidRPr="003873D3">
        <w:rPr>
          <w:sz w:val="24"/>
          <w:szCs w:val="24"/>
          <w:lang w:val="en-US"/>
        </w:rPr>
        <w:t>N</w:t>
      </w:r>
      <w:r w:rsidRPr="003873D3">
        <w:rPr>
          <w:sz w:val="24"/>
          <w:szCs w:val="24"/>
        </w:rPr>
        <w:t>, където 10</w:t>
      </w:r>
      <w:r w:rsidRPr="003873D3">
        <w:rPr>
          <w:sz w:val="24"/>
          <w:szCs w:val="24"/>
          <w:lang w:val="ru-RU"/>
        </w:rPr>
        <w:t>&lt;=</w:t>
      </w:r>
      <w:r w:rsidRPr="003873D3">
        <w:rPr>
          <w:sz w:val="24"/>
          <w:szCs w:val="24"/>
          <w:lang w:val="en-US"/>
        </w:rPr>
        <w:t>N</w:t>
      </w:r>
      <w:r w:rsidRPr="003873D3">
        <w:rPr>
          <w:sz w:val="24"/>
          <w:szCs w:val="24"/>
          <w:lang w:val="ru-RU"/>
        </w:rPr>
        <w:t>&lt;=20 (</w:t>
      </w:r>
      <w:r w:rsidRPr="003873D3">
        <w:rPr>
          <w:sz w:val="24"/>
          <w:szCs w:val="24"/>
          <w:lang w:val="en-US"/>
        </w:rPr>
        <w:t>N</w:t>
      </w:r>
      <w:r w:rsidRPr="003873D3">
        <w:rPr>
          <w:sz w:val="24"/>
          <w:szCs w:val="24"/>
          <w:lang w:val="ru-RU"/>
        </w:rPr>
        <w:t xml:space="preserve"> </w:t>
      </w:r>
      <w:r w:rsidRPr="003873D3">
        <w:rPr>
          <w:sz w:val="24"/>
          <w:szCs w:val="24"/>
        </w:rPr>
        <w:t>се чете от клавиатура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t>, след което да се</w:t>
      </w:r>
      <w:r w:rsidRPr="003873D3">
        <w:rPr>
          <w:sz w:val="24"/>
          <w:szCs w:val="24"/>
          <w:lang w:val="ru-RU"/>
        </w:rPr>
        <w:t>:</w:t>
      </w:r>
      <w:r w:rsidRPr="003873D3">
        <w:rPr>
          <w:sz w:val="24"/>
          <w:szCs w:val="24"/>
          <w:lang w:val="ru-RU"/>
        </w:rPr>
        <w:br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</w:rPr>
        <w:t>а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сортират във възходящ ред елементите на редицата</w:t>
      </w:r>
      <w:r w:rsidRPr="003873D3">
        <w:rPr>
          <w:sz w:val="24"/>
          <w:szCs w:val="24"/>
          <w:lang w:val="ru-RU"/>
        </w:rPr>
        <w:t>;(</w:t>
      </w:r>
      <w:r w:rsidRPr="003873D3">
        <w:rPr>
          <w:sz w:val="24"/>
          <w:szCs w:val="24"/>
        </w:rPr>
        <w:t>0.5т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br/>
        <w:t xml:space="preserve"> </w:t>
      </w:r>
      <w:r w:rsidRPr="003873D3">
        <w:rPr>
          <w:sz w:val="24"/>
          <w:szCs w:val="24"/>
        </w:rPr>
        <w:tab/>
        <w:t>б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изведат на екрана низовете с дължина по-голяма от индекса им в масива</w:t>
      </w:r>
      <w:r w:rsidRPr="003873D3">
        <w:rPr>
          <w:sz w:val="24"/>
          <w:szCs w:val="24"/>
          <w:lang w:val="ru-RU"/>
        </w:rPr>
        <w:t>;(0.25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  <w:lang w:val="ru-RU"/>
        </w:rPr>
        <w:br/>
        <w:t xml:space="preserve">   </w:t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</w:rPr>
        <w:t>в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конкатенират низовете от всички четни индекси на редицата</w:t>
      </w:r>
      <w:r w:rsidRPr="003873D3">
        <w:rPr>
          <w:sz w:val="24"/>
          <w:szCs w:val="24"/>
          <w:lang w:val="ru-RU"/>
        </w:rPr>
        <w:t xml:space="preserve">, </w:t>
      </w:r>
      <w:r w:rsidRPr="003873D3">
        <w:rPr>
          <w:sz w:val="24"/>
          <w:szCs w:val="24"/>
        </w:rPr>
        <w:t>обходени отначалото към края</w:t>
      </w:r>
      <w:r w:rsidRPr="003873D3">
        <w:rPr>
          <w:sz w:val="24"/>
          <w:szCs w:val="24"/>
          <w:lang w:val="ru-RU"/>
        </w:rPr>
        <w:t>;(0.3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>
        <w:rPr>
          <w:sz w:val="24"/>
          <w:szCs w:val="24"/>
          <w:lang w:val="en-US"/>
        </w:rPr>
        <w:br/>
        <w:t xml:space="preserve">              </w:t>
      </w:r>
      <w:r w:rsidRPr="003873D3">
        <w:rPr>
          <w:sz w:val="24"/>
          <w:szCs w:val="24"/>
        </w:rPr>
        <w:t>г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конкатенират низовете от всички нечетни индекси на редицата</w:t>
      </w:r>
      <w:r w:rsidRPr="003873D3">
        <w:rPr>
          <w:sz w:val="24"/>
          <w:szCs w:val="24"/>
          <w:lang w:val="ru-RU"/>
        </w:rPr>
        <w:t xml:space="preserve">, </w:t>
      </w:r>
      <w:r w:rsidRPr="003873D3">
        <w:rPr>
          <w:sz w:val="24"/>
          <w:szCs w:val="24"/>
        </w:rPr>
        <w:t>обходени от края към началото</w:t>
      </w:r>
      <w:r w:rsidRPr="003873D3">
        <w:rPr>
          <w:sz w:val="24"/>
          <w:szCs w:val="24"/>
          <w:lang w:val="ru-RU"/>
        </w:rPr>
        <w:t>;(0.45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</w:p>
    <w:p w:rsidR="008E1A0F" w:rsidRDefault="008E1A0F" w:rsidP="00480298">
      <w:pPr>
        <w:ind w:left="708"/>
        <w:rPr>
          <w:sz w:val="24"/>
          <w:szCs w:val="24"/>
          <w:lang w:val="en-US"/>
        </w:rPr>
      </w:pPr>
      <w:r w:rsidRPr="003873D3">
        <w:rPr>
          <w:b/>
          <w:sz w:val="24"/>
          <w:szCs w:val="24"/>
        </w:rPr>
        <w:t>Зад.3.</w:t>
      </w:r>
      <w:r w:rsidRPr="003873D3">
        <w:rPr>
          <w:b/>
          <w:sz w:val="24"/>
          <w:szCs w:val="24"/>
        </w:rPr>
        <w:br/>
      </w:r>
      <w:r w:rsidRPr="003873D3">
        <w:rPr>
          <w:sz w:val="24"/>
          <w:szCs w:val="24"/>
        </w:rPr>
        <w:t xml:space="preserve">Дадена е матрица с големина 5х5, някои от елементите на която са предварително запълнени със стойности (в интервала от 1 до 9). Играта </w:t>
      </w:r>
      <w:r w:rsidRPr="003873D3">
        <w:rPr>
          <w:sz w:val="24"/>
          <w:szCs w:val="24"/>
          <w:lang w:val="ru-RU"/>
        </w:rPr>
        <w:t>“</w:t>
      </w:r>
      <w:r w:rsidRPr="003873D3">
        <w:rPr>
          <w:sz w:val="24"/>
          <w:szCs w:val="24"/>
        </w:rPr>
        <w:t>Скука</w:t>
      </w:r>
      <w:r w:rsidRPr="003873D3">
        <w:rPr>
          <w:sz w:val="24"/>
          <w:szCs w:val="24"/>
          <w:lang w:val="ru-RU"/>
        </w:rPr>
        <w:t>”</w:t>
      </w:r>
      <w:r w:rsidRPr="003873D3">
        <w:rPr>
          <w:sz w:val="24"/>
          <w:szCs w:val="24"/>
        </w:rPr>
        <w:t xml:space="preserve"> има следните правила –  дадената матрица се дозапълва </w:t>
      </w:r>
      <w:r w:rsidRPr="003873D3">
        <w:rPr>
          <w:sz w:val="24"/>
          <w:szCs w:val="24"/>
          <w:lang w:val="ru-RU"/>
        </w:rPr>
        <w:t xml:space="preserve">(с въвеждане </w:t>
      </w:r>
      <w:r w:rsidRPr="003873D3">
        <w:rPr>
          <w:sz w:val="24"/>
          <w:szCs w:val="24"/>
        </w:rPr>
        <w:t>от клавиатура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t xml:space="preserve">  с цели числа от интервала </w:t>
      </w:r>
      <w:r w:rsidRPr="003873D3">
        <w:rPr>
          <w:sz w:val="24"/>
          <w:szCs w:val="24"/>
          <w:lang w:val="ru-RU"/>
        </w:rPr>
        <w:t>[</w:t>
      </w:r>
      <w:r w:rsidRPr="003873D3">
        <w:rPr>
          <w:sz w:val="24"/>
          <w:szCs w:val="24"/>
        </w:rPr>
        <w:t>1, 9</w:t>
      </w:r>
      <w:r w:rsidRPr="003873D3">
        <w:rPr>
          <w:sz w:val="24"/>
          <w:szCs w:val="24"/>
          <w:lang w:val="ru-RU"/>
        </w:rPr>
        <w:t>],</w:t>
      </w:r>
      <w:r w:rsidRPr="003873D3">
        <w:rPr>
          <w:sz w:val="24"/>
          <w:szCs w:val="24"/>
        </w:rPr>
        <w:t xml:space="preserve"> като играта се счита за спечелена, ако след запълване на матрицата, сумата на елементите в </w:t>
      </w:r>
      <w:r w:rsidRPr="003873D3">
        <w:rPr>
          <w:sz w:val="24"/>
          <w:szCs w:val="24"/>
          <w:lang w:val="en-US"/>
        </w:rPr>
        <w:t>i</w:t>
      </w:r>
      <w:r w:rsidRPr="003873D3">
        <w:rPr>
          <w:sz w:val="24"/>
          <w:szCs w:val="24"/>
          <w:lang w:val="ru-RU"/>
        </w:rPr>
        <w:t>-</w:t>
      </w:r>
      <w:r w:rsidRPr="003873D3">
        <w:rPr>
          <w:sz w:val="24"/>
          <w:szCs w:val="24"/>
        </w:rPr>
        <w:t>ти диагонал</w:t>
      </w:r>
      <w:r w:rsidRPr="003873D3">
        <w:rPr>
          <w:sz w:val="24"/>
          <w:szCs w:val="24"/>
          <w:lang w:val="ru-RU"/>
        </w:rPr>
        <w:t xml:space="preserve"> (</w:t>
      </w:r>
      <w:r w:rsidRPr="003873D3">
        <w:rPr>
          <w:sz w:val="24"/>
          <w:szCs w:val="24"/>
        </w:rPr>
        <w:t xml:space="preserve">за всяко </w:t>
      </w:r>
      <w:r w:rsidRPr="003873D3">
        <w:rPr>
          <w:sz w:val="24"/>
          <w:szCs w:val="24"/>
          <w:lang w:val="en-US"/>
        </w:rPr>
        <w:t>i</w:t>
      </w:r>
      <w:r w:rsidRPr="003873D3">
        <w:rPr>
          <w:sz w:val="24"/>
          <w:szCs w:val="24"/>
          <w:lang w:val="ru-RU"/>
        </w:rPr>
        <w:t xml:space="preserve">, </w:t>
      </w:r>
      <w:r w:rsidRPr="003873D3">
        <w:rPr>
          <w:sz w:val="24"/>
          <w:szCs w:val="24"/>
          <w:lang w:val="en-US"/>
        </w:rPr>
        <w:t>i</w:t>
      </w:r>
      <w:r w:rsidRPr="003873D3">
        <w:rPr>
          <w:sz w:val="24"/>
          <w:szCs w:val="24"/>
        </w:rPr>
        <w:t xml:space="preserve"> </w:t>
      </w:r>
      <w:r w:rsidRPr="003873D3">
        <w:rPr>
          <w:sz w:val="24"/>
          <w:szCs w:val="24"/>
          <w:lang w:val="ru-RU"/>
        </w:rPr>
        <w:t>= 1, … ,9)</w:t>
      </w:r>
      <w:r w:rsidRPr="003873D3">
        <w:rPr>
          <w:sz w:val="24"/>
          <w:szCs w:val="24"/>
        </w:rPr>
        <w:t xml:space="preserve"> е кратна </w:t>
      </w:r>
      <w:r w:rsidRPr="003873D3">
        <w:rPr>
          <w:sz w:val="24"/>
          <w:szCs w:val="24"/>
          <w:lang w:val="ru-RU"/>
        </w:rPr>
        <w:t xml:space="preserve">(дели се </w:t>
      </w:r>
      <w:r w:rsidRPr="003873D3">
        <w:rPr>
          <w:sz w:val="24"/>
          <w:szCs w:val="24"/>
        </w:rPr>
        <w:t>без остатък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на номера на диагонала</w:t>
      </w:r>
      <w:r w:rsidRPr="003873D3">
        <w:rPr>
          <w:sz w:val="24"/>
          <w:szCs w:val="24"/>
          <w:lang w:val="ru-RU"/>
        </w:rPr>
        <w:t>. Диагоналите са номерирани както е показано в таблицата по-долу.</w:t>
      </w:r>
      <w:r w:rsidRPr="003873D3">
        <w:rPr>
          <w:sz w:val="24"/>
          <w:szCs w:val="24"/>
          <w:lang w:val="ru-RU"/>
        </w:rPr>
        <w:br/>
      </w:r>
      <w:r w:rsidRPr="003873D3">
        <w:rPr>
          <w:sz w:val="24"/>
          <w:szCs w:val="24"/>
        </w:rPr>
        <w:t>Да се реализират следните аспекти от играта</w:t>
      </w:r>
      <w:r w:rsidRPr="003873D3">
        <w:rPr>
          <w:sz w:val="24"/>
          <w:szCs w:val="24"/>
          <w:lang w:val="ru-RU"/>
        </w:rPr>
        <w:t>:</w:t>
      </w:r>
      <w:r w:rsidRPr="003873D3">
        <w:rPr>
          <w:sz w:val="24"/>
          <w:szCs w:val="24"/>
          <w:lang w:val="ru-RU"/>
        </w:rPr>
        <w:br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</w:rPr>
        <w:t>а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подходящо извеждане на текущата матрица на екрана</w:t>
      </w:r>
      <w:r w:rsidRPr="003873D3">
        <w:rPr>
          <w:sz w:val="24"/>
          <w:szCs w:val="24"/>
          <w:lang w:val="ru-RU"/>
        </w:rPr>
        <w:t xml:space="preserve"> (</w:t>
      </w:r>
      <w:r w:rsidRPr="003873D3">
        <w:rPr>
          <w:sz w:val="24"/>
          <w:szCs w:val="24"/>
        </w:rPr>
        <w:t>включително след прочитане на стойност за дадено поле</w:t>
      </w:r>
      <w:r w:rsidRPr="003873D3">
        <w:rPr>
          <w:sz w:val="24"/>
          <w:szCs w:val="24"/>
          <w:lang w:val="ru-RU"/>
        </w:rPr>
        <w:t>);</w:t>
      </w:r>
      <w:r w:rsidRPr="003873D3">
        <w:rPr>
          <w:sz w:val="24"/>
          <w:szCs w:val="24"/>
        </w:rPr>
        <w:t xml:space="preserve"> </w:t>
      </w:r>
      <w:r w:rsidRPr="003873D3">
        <w:rPr>
          <w:sz w:val="24"/>
          <w:szCs w:val="24"/>
          <w:lang w:val="ru-RU"/>
        </w:rPr>
        <w:t>(0,25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  <w:lang w:val="ru-RU"/>
        </w:rPr>
        <w:br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</w:rPr>
        <w:t>б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четене от клавиатура на координати на поле и стойност на поле, като ако полето не е от предварително зададените, стойността му се променя на текущата</w:t>
      </w:r>
      <w:r w:rsidRPr="003873D3">
        <w:rPr>
          <w:sz w:val="24"/>
          <w:szCs w:val="24"/>
          <w:lang w:val="ru-RU"/>
        </w:rPr>
        <w:t>;(0,5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br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</w:rPr>
        <w:t>в</w:t>
      </w:r>
      <w:r w:rsidRPr="003873D3">
        <w:rPr>
          <w:sz w:val="24"/>
          <w:szCs w:val="24"/>
          <w:lang w:val="ru-RU"/>
        </w:rPr>
        <w:t xml:space="preserve">) </w:t>
      </w:r>
      <w:r w:rsidRPr="003873D3">
        <w:rPr>
          <w:sz w:val="24"/>
          <w:szCs w:val="24"/>
        </w:rPr>
        <w:t>автоматична проверка за спечелване на играта, след запълване на всички полета на матрицата и извеждане на подходящо съобщение</w:t>
      </w:r>
      <w:r w:rsidRPr="003873D3">
        <w:rPr>
          <w:sz w:val="24"/>
          <w:szCs w:val="24"/>
          <w:lang w:val="ru-RU"/>
        </w:rPr>
        <w:t xml:space="preserve">; (1,25 </w:t>
      </w:r>
      <w:r w:rsidRPr="003873D3">
        <w:rPr>
          <w:sz w:val="24"/>
          <w:szCs w:val="24"/>
        </w:rPr>
        <w:t>т</w:t>
      </w:r>
      <w:r w:rsidRPr="003873D3">
        <w:rPr>
          <w:sz w:val="24"/>
          <w:szCs w:val="24"/>
          <w:lang w:val="ru-RU"/>
        </w:rPr>
        <w:t>)</w:t>
      </w:r>
      <w:r w:rsidRPr="003873D3">
        <w:rPr>
          <w:sz w:val="24"/>
          <w:szCs w:val="24"/>
        </w:rPr>
        <w:br/>
      </w:r>
      <w:r w:rsidRPr="003873D3">
        <w:rPr>
          <w:sz w:val="24"/>
          <w:szCs w:val="24"/>
          <w:lang w:val="ru-RU"/>
        </w:rPr>
        <w:t xml:space="preserve"> </w:t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</w:r>
      <w:r w:rsidRPr="003873D3">
        <w:rPr>
          <w:sz w:val="24"/>
          <w:szCs w:val="24"/>
          <w:lang w:val="ru-RU"/>
        </w:rPr>
        <w:tab/>
        <w:t>*</w:t>
      </w:r>
      <w:r w:rsidRPr="003873D3">
        <w:rPr>
          <w:sz w:val="24"/>
          <w:szCs w:val="24"/>
        </w:rPr>
        <w:t>бонус за ефективна реализация – 0.25 т</w:t>
      </w:r>
    </w:p>
    <w:tbl>
      <w:tblPr>
        <w:tblpPr w:leftFromText="141" w:rightFromText="141" w:vertAnchor="text" w:horzAnchor="page" w:tblpX="2040" w:tblpY="43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709"/>
        <w:gridCol w:w="709"/>
        <w:gridCol w:w="709"/>
        <w:gridCol w:w="708"/>
        <w:gridCol w:w="709"/>
      </w:tblGrid>
      <w:tr w:rsidR="008E1A0F" w:rsidRPr="003873D3" w:rsidTr="00BC6D84">
        <w:tc>
          <w:tcPr>
            <w:tcW w:w="3544" w:type="dxa"/>
            <w:gridSpan w:val="5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Номера на диагоналите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6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7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8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9</w:t>
            </w:r>
          </w:p>
        </w:tc>
      </w:tr>
    </w:tbl>
    <w:tbl>
      <w:tblPr>
        <w:tblpPr w:leftFromText="141" w:rightFromText="141" w:vertAnchor="text" w:horzAnchor="page" w:tblpX="6441" w:tblpY="43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709"/>
        <w:gridCol w:w="709"/>
        <w:gridCol w:w="709"/>
        <w:gridCol w:w="708"/>
        <w:gridCol w:w="709"/>
      </w:tblGrid>
      <w:tr w:rsidR="008E1A0F" w:rsidRPr="003873D3" w:rsidTr="00BC6D84">
        <w:tc>
          <w:tcPr>
            <w:tcW w:w="3544" w:type="dxa"/>
            <w:gridSpan w:val="5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Начална матрица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4</w:t>
            </w:r>
          </w:p>
        </w:tc>
      </w:tr>
      <w:tr w:rsidR="008E1A0F" w:rsidRPr="003873D3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1A0F" w:rsidRPr="00252089" w:rsidTr="00BC6D84"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E1A0F" w:rsidRPr="003873D3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1A0F" w:rsidRPr="00252089" w:rsidRDefault="008E1A0F" w:rsidP="00BC6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3D3">
              <w:rPr>
                <w:sz w:val="24"/>
                <w:szCs w:val="24"/>
              </w:rPr>
              <w:t>9</w:t>
            </w:r>
          </w:p>
        </w:tc>
      </w:tr>
    </w:tbl>
    <w:p w:rsidR="008E1A0F" w:rsidRDefault="008E1A0F" w:rsidP="000F5B7C">
      <w:pPr>
        <w:rPr>
          <w:sz w:val="24"/>
          <w:szCs w:val="24"/>
          <w:lang w:val="en-US"/>
        </w:rPr>
      </w:pPr>
    </w:p>
    <w:p w:rsidR="008E1A0F" w:rsidRDefault="008E1A0F" w:rsidP="000F5B7C">
      <w:pPr>
        <w:rPr>
          <w:sz w:val="24"/>
          <w:szCs w:val="24"/>
          <w:lang w:val="en-US"/>
        </w:rPr>
      </w:pPr>
    </w:p>
    <w:p w:rsidR="008E1A0F" w:rsidRDefault="008E1A0F" w:rsidP="003873D3">
      <w:pPr>
        <w:ind w:left="708"/>
        <w:rPr>
          <w:sz w:val="24"/>
          <w:szCs w:val="24"/>
          <w:lang w:val="en-US"/>
        </w:rPr>
      </w:pPr>
    </w:p>
    <w:p w:rsidR="008E1A0F" w:rsidRDefault="008E1A0F" w:rsidP="003873D3">
      <w:pPr>
        <w:ind w:left="708"/>
        <w:rPr>
          <w:sz w:val="24"/>
          <w:szCs w:val="24"/>
          <w:lang w:val="en-US"/>
        </w:rPr>
      </w:pPr>
    </w:p>
    <w:p w:rsidR="008E1A0F" w:rsidRDefault="008E1A0F" w:rsidP="00BE2C0E">
      <w:pPr>
        <w:rPr>
          <w:sz w:val="24"/>
          <w:szCs w:val="24"/>
          <w:lang w:val="en-US"/>
        </w:rPr>
      </w:pPr>
    </w:p>
    <w:p w:rsidR="008E1A0F" w:rsidRPr="00BE2C0E" w:rsidRDefault="008E1A0F" w:rsidP="00BE2C0E">
      <w:pPr>
        <w:spacing w:after="0"/>
        <w:rPr>
          <w:sz w:val="24"/>
          <w:szCs w:val="24"/>
          <w:lang w:val="en-US"/>
        </w:rPr>
      </w:pPr>
    </w:p>
    <w:p w:rsidR="008E1A0F" w:rsidRDefault="008E1A0F" w:rsidP="00480298">
      <w:pPr>
        <w:spacing w:after="0"/>
        <w:ind w:firstLine="708"/>
        <w:rPr>
          <w:sz w:val="24"/>
          <w:szCs w:val="24"/>
          <w:lang w:val="en-US"/>
        </w:rPr>
      </w:pPr>
      <w:r>
        <w:rPr>
          <w:sz w:val="24"/>
          <w:szCs w:val="24"/>
        </w:rPr>
        <w:t>Критерии за оценяване</w:t>
      </w:r>
      <w:r>
        <w:rPr>
          <w:sz w:val="24"/>
          <w:szCs w:val="24"/>
          <w:lang w:val="en-US"/>
        </w:rPr>
        <w:t>:</w:t>
      </w:r>
    </w:p>
    <w:p w:rsidR="008E1A0F" w:rsidRPr="00C066DC" w:rsidRDefault="008E1A0F" w:rsidP="00C066DC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Всяка задача има индивудално оценяване</w:t>
      </w:r>
      <w:r>
        <w:rPr>
          <w:sz w:val="24"/>
          <w:szCs w:val="24"/>
          <w:lang w:val="en-US"/>
        </w:rPr>
        <w:t xml:space="preserve"> (</w:t>
      </w:r>
      <w:r>
        <w:rPr>
          <w:sz w:val="24"/>
          <w:szCs w:val="24"/>
        </w:rPr>
        <w:t>точките са записани след всяка подточка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, като съответно за всяка подточка идейна грешка отнема</w:t>
      </w:r>
      <w:r>
        <w:rPr>
          <w:sz w:val="24"/>
          <w:szCs w:val="24"/>
          <w:lang w:val="en-US"/>
        </w:rPr>
        <w:t xml:space="preserve"> 60</w:t>
      </w:r>
      <w:r>
        <w:rPr>
          <w:sz w:val="24"/>
          <w:szCs w:val="24"/>
        </w:rPr>
        <w:t>%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 точките, а всяка синтактична грешка отнема 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% от точките за съответната задача.</w:t>
      </w:r>
    </w:p>
    <w:sectPr w:rsidR="008E1A0F" w:rsidRPr="00C066DC" w:rsidSect="00B61E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A0F" w:rsidRDefault="008E1A0F" w:rsidP="00B61E47">
      <w:pPr>
        <w:spacing w:after="0" w:line="240" w:lineRule="auto"/>
      </w:pPr>
      <w:r>
        <w:separator/>
      </w:r>
    </w:p>
  </w:endnote>
  <w:endnote w:type="continuationSeparator" w:id="0">
    <w:p w:rsidR="008E1A0F" w:rsidRDefault="008E1A0F" w:rsidP="00B6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Default="008E1A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Pr="002200E3" w:rsidRDefault="008E1A0F" w:rsidP="002200E3">
    <w:pPr>
      <w:pStyle w:val="Footer"/>
    </w:pPr>
    <w:r>
      <w:t xml:space="preserve">Контролна №2 КН, </w:t>
    </w:r>
    <w:r>
      <w:rPr>
        <w:lang w:val="en-US"/>
      </w:rPr>
      <w:t>I</w:t>
    </w:r>
    <w:r>
      <w:t xml:space="preserve"> курс, 14.12.2012г.</w:t>
    </w:r>
    <w:r w:rsidRPr="00100601">
      <w:rPr>
        <w:lang w:val="ru-RU"/>
      </w:rPr>
      <w:tab/>
    </w:r>
    <w:r w:rsidRPr="00100601">
      <w:rPr>
        <w:lang w:val="ru-RU"/>
      </w:rPr>
      <w:tab/>
    </w:r>
    <w:r w:rsidRPr="00100601">
      <w:rPr>
        <w:lang w:val="ru-RU"/>
      </w:rPr>
      <w:tab/>
    </w:r>
    <w:r>
      <w:t xml:space="preserve">           ФМИ</w:t>
    </w:r>
    <w:r>
      <w:rPr>
        <w:rFonts w:cs="Calibri"/>
      </w:rPr>
      <w:t>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Default="008E1A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A0F" w:rsidRDefault="008E1A0F" w:rsidP="00B61E47">
      <w:pPr>
        <w:spacing w:after="0" w:line="240" w:lineRule="auto"/>
      </w:pPr>
      <w:r>
        <w:separator/>
      </w:r>
    </w:p>
  </w:footnote>
  <w:footnote w:type="continuationSeparator" w:id="0">
    <w:p w:rsidR="008E1A0F" w:rsidRDefault="008E1A0F" w:rsidP="00B6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Default="008E1A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Default="008E1A0F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Вариант А</w:t>
    </w:r>
  </w:p>
  <w:p w:rsidR="008E1A0F" w:rsidRDefault="008E1A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F" w:rsidRDefault="008E1A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E47"/>
    <w:rsid w:val="0001124A"/>
    <w:rsid w:val="00011824"/>
    <w:rsid w:val="00012567"/>
    <w:rsid w:val="000150A0"/>
    <w:rsid w:val="0005098F"/>
    <w:rsid w:val="0006289A"/>
    <w:rsid w:val="000658C3"/>
    <w:rsid w:val="000870AB"/>
    <w:rsid w:val="000A5619"/>
    <w:rsid w:val="000B786F"/>
    <w:rsid w:val="000C510C"/>
    <w:rsid w:val="000C5654"/>
    <w:rsid w:val="000D0F1F"/>
    <w:rsid w:val="000F5B7C"/>
    <w:rsid w:val="000F6781"/>
    <w:rsid w:val="000F7FEB"/>
    <w:rsid w:val="00100601"/>
    <w:rsid w:val="001008CD"/>
    <w:rsid w:val="0011509D"/>
    <w:rsid w:val="001232F6"/>
    <w:rsid w:val="00125089"/>
    <w:rsid w:val="00130D5F"/>
    <w:rsid w:val="001410CB"/>
    <w:rsid w:val="0015478E"/>
    <w:rsid w:val="00165A6A"/>
    <w:rsid w:val="00166672"/>
    <w:rsid w:val="00174ED7"/>
    <w:rsid w:val="00182D2A"/>
    <w:rsid w:val="00195DA5"/>
    <w:rsid w:val="001B0C1C"/>
    <w:rsid w:val="001B60AA"/>
    <w:rsid w:val="001D28F0"/>
    <w:rsid w:val="001E7928"/>
    <w:rsid w:val="00201F55"/>
    <w:rsid w:val="00205E18"/>
    <w:rsid w:val="00210388"/>
    <w:rsid w:val="002200E3"/>
    <w:rsid w:val="00220FA0"/>
    <w:rsid w:val="00222847"/>
    <w:rsid w:val="0022289E"/>
    <w:rsid w:val="002418AF"/>
    <w:rsid w:val="00243A93"/>
    <w:rsid w:val="00252089"/>
    <w:rsid w:val="002820F3"/>
    <w:rsid w:val="00286A4C"/>
    <w:rsid w:val="00287243"/>
    <w:rsid w:val="00287761"/>
    <w:rsid w:val="0029736E"/>
    <w:rsid w:val="002B0538"/>
    <w:rsid w:val="002B2B37"/>
    <w:rsid w:val="002B6A5A"/>
    <w:rsid w:val="002C01E7"/>
    <w:rsid w:val="002E11F3"/>
    <w:rsid w:val="002E30F4"/>
    <w:rsid w:val="002E6E49"/>
    <w:rsid w:val="002F1392"/>
    <w:rsid w:val="00334BB7"/>
    <w:rsid w:val="003415AA"/>
    <w:rsid w:val="003448B6"/>
    <w:rsid w:val="0034606A"/>
    <w:rsid w:val="003819FC"/>
    <w:rsid w:val="00383ACD"/>
    <w:rsid w:val="0038735E"/>
    <w:rsid w:val="003873D3"/>
    <w:rsid w:val="00396998"/>
    <w:rsid w:val="003B1CA5"/>
    <w:rsid w:val="003B7423"/>
    <w:rsid w:val="003C2A04"/>
    <w:rsid w:val="003C4482"/>
    <w:rsid w:val="003C792D"/>
    <w:rsid w:val="003E0F08"/>
    <w:rsid w:val="003E5282"/>
    <w:rsid w:val="003F1E87"/>
    <w:rsid w:val="00412D79"/>
    <w:rsid w:val="00433864"/>
    <w:rsid w:val="0043528E"/>
    <w:rsid w:val="00451FD0"/>
    <w:rsid w:val="00467A5B"/>
    <w:rsid w:val="00480298"/>
    <w:rsid w:val="00483625"/>
    <w:rsid w:val="0048505B"/>
    <w:rsid w:val="00496504"/>
    <w:rsid w:val="004A4E25"/>
    <w:rsid w:val="004B2CFA"/>
    <w:rsid w:val="00507D87"/>
    <w:rsid w:val="005119F2"/>
    <w:rsid w:val="00514B5F"/>
    <w:rsid w:val="00516064"/>
    <w:rsid w:val="005220B2"/>
    <w:rsid w:val="00524DBD"/>
    <w:rsid w:val="00527EC9"/>
    <w:rsid w:val="00533C9A"/>
    <w:rsid w:val="00543F67"/>
    <w:rsid w:val="00552BD4"/>
    <w:rsid w:val="00555E7D"/>
    <w:rsid w:val="00560F94"/>
    <w:rsid w:val="00565758"/>
    <w:rsid w:val="00566039"/>
    <w:rsid w:val="005669BF"/>
    <w:rsid w:val="005717F1"/>
    <w:rsid w:val="005725F8"/>
    <w:rsid w:val="0057460C"/>
    <w:rsid w:val="00585D51"/>
    <w:rsid w:val="005B4369"/>
    <w:rsid w:val="005C4588"/>
    <w:rsid w:val="005D1F54"/>
    <w:rsid w:val="005D3904"/>
    <w:rsid w:val="005E26CC"/>
    <w:rsid w:val="005F592D"/>
    <w:rsid w:val="00606927"/>
    <w:rsid w:val="0061781E"/>
    <w:rsid w:val="00634159"/>
    <w:rsid w:val="00634F6E"/>
    <w:rsid w:val="0063672A"/>
    <w:rsid w:val="00664BD9"/>
    <w:rsid w:val="006711C9"/>
    <w:rsid w:val="00671A9B"/>
    <w:rsid w:val="00682637"/>
    <w:rsid w:val="006902BF"/>
    <w:rsid w:val="00690543"/>
    <w:rsid w:val="006A1026"/>
    <w:rsid w:val="006C4A56"/>
    <w:rsid w:val="006F2C87"/>
    <w:rsid w:val="00700B69"/>
    <w:rsid w:val="007130ED"/>
    <w:rsid w:val="0073782A"/>
    <w:rsid w:val="00747180"/>
    <w:rsid w:val="00752DC0"/>
    <w:rsid w:val="00785E52"/>
    <w:rsid w:val="007935C6"/>
    <w:rsid w:val="007B2780"/>
    <w:rsid w:val="007B32BE"/>
    <w:rsid w:val="007B3C2E"/>
    <w:rsid w:val="007B5867"/>
    <w:rsid w:val="007C3D22"/>
    <w:rsid w:val="007D3FBE"/>
    <w:rsid w:val="008054CC"/>
    <w:rsid w:val="00807960"/>
    <w:rsid w:val="008168F2"/>
    <w:rsid w:val="00827A29"/>
    <w:rsid w:val="0083276A"/>
    <w:rsid w:val="00864842"/>
    <w:rsid w:val="0086738B"/>
    <w:rsid w:val="00880B74"/>
    <w:rsid w:val="0088358D"/>
    <w:rsid w:val="008B1408"/>
    <w:rsid w:val="008D0B5A"/>
    <w:rsid w:val="008D64CC"/>
    <w:rsid w:val="008E1A0F"/>
    <w:rsid w:val="008F1776"/>
    <w:rsid w:val="0090262E"/>
    <w:rsid w:val="009147E1"/>
    <w:rsid w:val="00920B48"/>
    <w:rsid w:val="0092649A"/>
    <w:rsid w:val="00937031"/>
    <w:rsid w:val="0094521B"/>
    <w:rsid w:val="009512B1"/>
    <w:rsid w:val="009562C9"/>
    <w:rsid w:val="0098008B"/>
    <w:rsid w:val="009950CA"/>
    <w:rsid w:val="009B2260"/>
    <w:rsid w:val="009B3607"/>
    <w:rsid w:val="009F04FC"/>
    <w:rsid w:val="009F583C"/>
    <w:rsid w:val="00A03226"/>
    <w:rsid w:val="00A06A72"/>
    <w:rsid w:val="00A06C27"/>
    <w:rsid w:val="00A20ADE"/>
    <w:rsid w:val="00A601AB"/>
    <w:rsid w:val="00A6462B"/>
    <w:rsid w:val="00A6595A"/>
    <w:rsid w:val="00A9266A"/>
    <w:rsid w:val="00A96B35"/>
    <w:rsid w:val="00AA74FE"/>
    <w:rsid w:val="00AB13D6"/>
    <w:rsid w:val="00AB750F"/>
    <w:rsid w:val="00AB7BDC"/>
    <w:rsid w:val="00AC4CA8"/>
    <w:rsid w:val="00AD3817"/>
    <w:rsid w:val="00AD4504"/>
    <w:rsid w:val="00AE19DF"/>
    <w:rsid w:val="00AE368C"/>
    <w:rsid w:val="00AF1F48"/>
    <w:rsid w:val="00AF2E55"/>
    <w:rsid w:val="00AF381E"/>
    <w:rsid w:val="00AF456A"/>
    <w:rsid w:val="00B1037F"/>
    <w:rsid w:val="00B11E39"/>
    <w:rsid w:val="00B123B7"/>
    <w:rsid w:val="00B224EE"/>
    <w:rsid w:val="00B24341"/>
    <w:rsid w:val="00B267E5"/>
    <w:rsid w:val="00B32344"/>
    <w:rsid w:val="00B36553"/>
    <w:rsid w:val="00B4059C"/>
    <w:rsid w:val="00B61E47"/>
    <w:rsid w:val="00B64304"/>
    <w:rsid w:val="00B92322"/>
    <w:rsid w:val="00B92E0D"/>
    <w:rsid w:val="00BA6473"/>
    <w:rsid w:val="00BB4F80"/>
    <w:rsid w:val="00BB567F"/>
    <w:rsid w:val="00BC0A71"/>
    <w:rsid w:val="00BC1EF4"/>
    <w:rsid w:val="00BC6961"/>
    <w:rsid w:val="00BC6D84"/>
    <w:rsid w:val="00BC7D72"/>
    <w:rsid w:val="00BE2C0E"/>
    <w:rsid w:val="00BE6905"/>
    <w:rsid w:val="00BE6DDE"/>
    <w:rsid w:val="00BF3FA5"/>
    <w:rsid w:val="00C027B7"/>
    <w:rsid w:val="00C066DC"/>
    <w:rsid w:val="00C071AB"/>
    <w:rsid w:val="00C1519C"/>
    <w:rsid w:val="00C24903"/>
    <w:rsid w:val="00C3048C"/>
    <w:rsid w:val="00C52D86"/>
    <w:rsid w:val="00C775AF"/>
    <w:rsid w:val="00CA225C"/>
    <w:rsid w:val="00CA3133"/>
    <w:rsid w:val="00CA41F8"/>
    <w:rsid w:val="00CB2F6A"/>
    <w:rsid w:val="00CC6120"/>
    <w:rsid w:val="00CD50B9"/>
    <w:rsid w:val="00CF5044"/>
    <w:rsid w:val="00D21D8F"/>
    <w:rsid w:val="00D3417B"/>
    <w:rsid w:val="00D52517"/>
    <w:rsid w:val="00D576F3"/>
    <w:rsid w:val="00D641A0"/>
    <w:rsid w:val="00D9646F"/>
    <w:rsid w:val="00DA17F8"/>
    <w:rsid w:val="00DA7936"/>
    <w:rsid w:val="00DB3A12"/>
    <w:rsid w:val="00DC1539"/>
    <w:rsid w:val="00DC4919"/>
    <w:rsid w:val="00DE2527"/>
    <w:rsid w:val="00DF465F"/>
    <w:rsid w:val="00DF4F89"/>
    <w:rsid w:val="00E119F9"/>
    <w:rsid w:val="00E1207A"/>
    <w:rsid w:val="00E223EC"/>
    <w:rsid w:val="00E328C7"/>
    <w:rsid w:val="00E40DE7"/>
    <w:rsid w:val="00E53CFD"/>
    <w:rsid w:val="00E54D12"/>
    <w:rsid w:val="00E84954"/>
    <w:rsid w:val="00E874C7"/>
    <w:rsid w:val="00E95136"/>
    <w:rsid w:val="00EB0581"/>
    <w:rsid w:val="00EB2773"/>
    <w:rsid w:val="00EB3812"/>
    <w:rsid w:val="00F06CE4"/>
    <w:rsid w:val="00F126BF"/>
    <w:rsid w:val="00F31CBB"/>
    <w:rsid w:val="00F35773"/>
    <w:rsid w:val="00F42999"/>
    <w:rsid w:val="00F5428C"/>
    <w:rsid w:val="00F56B42"/>
    <w:rsid w:val="00F736A3"/>
    <w:rsid w:val="00F97CF5"/>
    <w:rsid w:val="00FA2E2E"/>
    <w:rsid w:val="00FA55F0"/>
    <w:rsid w:val="00FB15C4"/>
    <w:rsid w:val="00FC5DB6"/>
    <w:rsid w:val="00FE5139"/>
    <w:rsid w:val="00FE6AEF"/>
    <w:rsid w:val="00FF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B5A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1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61E4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61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1E4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1E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836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8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364</Words>
  <Characters>2075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А</dc:title>
  <dc:subject/>
  <dc:creator>Мартин</dc:creator>
  <cp:keywords/>
  <dc:description/>
  <cp:lastModifiedBy>M</cp:lastModifiedBy>
  <cp:revision>2</cp:revision>
  <dcterms:created xsi:type="dcterms:W3CDTF">2013-10-05T13:33:00Z</dcterms:created>
  <dcterms:modified xsi:type="dcterms:W3CDTF">2013-10-05T13:33:00Z</dcterms:modified>
</cp:coreProperties>
</file>